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F31FA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4F31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58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4F31F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F31FA"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 као  целина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31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4F31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F31FA"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Утврђивање знања о географским, друштвеним одликама и </w:t>
            </w:r>
            <w:r w:rsid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специфичностима </w:t>
            </w:r>
            <w:r w:rsidR="004F31FA"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Африке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4F31FA"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Систематизација знања о основним одликама и специфичностима Африке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F31FA" w:rsidRPr="004F31FA" w:rsidRDefault="004F31FA" w:rsidP="004F31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упореди  географске одлике  афричких  регија</w:t>
            </w:r>
          </w:p>
          <w:p w:rsidR="00D0461E" w:rsidRPr="005F7634" w:rsidRDefault="004F31FA" w:rsidP="004F31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карти  покаже  најважније географске  објекте континента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64F16" w:rsidRPr="005F7634" w:rsidRDefault="004F31FA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F31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Очекује се да резултати теста покажу да су стандарди који се односе на географске одлике Aфрике испуњени.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4F31F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писани рад-тестирање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Африке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4F31FA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Истичемо циљ часа-писмена  провера  стеченог знања  о  географским  одлика  Африке  и  њених  регија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Pr="00545C96" w:rsidRDefault="004F31FA" w:rsidP="004F31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  листове  са  припремљеним  питањима и  дајемо  упутства  за  рад.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Ученици раде тест. В</w:t>
            </w:r>
            <w:r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рачуна да услови за рад буду одговарајући (мир, тишина, без ометања).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4F31FA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 помоћ ученика који су раније завршили прикупља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bookmarkStart w:id="0" w:name="_GoBack"/>
            <w:bookmarkEnd w:id="0"/>
            <w:r w:rsidRPr="004F31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ученичке радове.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4F31FA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43D4-A520-403E-927F-1F2C4DA6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2</cp:revision>
  <dcterms:created xsi:type="dcterms:W3CDTF">2020-07-07T10:17:00Z</dcterms:created>
  <dcterms:modified xsi:type="dcterms:W3CDTF">2020-07-07T10:17:00Z</dcterms:modified>
</cp:coreProperties>
</file>